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B2" w:rsidRPr="000A38C4" w:rsidRDefault="00102E8D" w:rsidP="00616233">
      <w:pPr>
        <w:tabs>
          <w:tab w:val="right" w:leader="dot" w:pos="8505"/>
        </w:tabs>
        <w:ind w:left="288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95885</wp:posOffset>
            </wp:positionV>
            <wp:extent cx="1151890" cy="960755"/>
            <wp:effectExtent l="0" t="0" r="0" b="0"/>
            <wp:wrapNone/>
            <wp:docPr id="2" name="Picture 2" descr="Landc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dca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74B2" w:rsidRPr="000A38C4">
        <w:rPr>
          <w:rFonts w:ascii="Arial" w:hAnsi="Arial" w:cs="Arial"/>
          <w:b/>
          <w:sz w:val="28"/>
          <w:szCs w:val="28"/>
        </w:rPr>
        <w:t xml:space="preserve">Karuah Great Lakes </w:t>
      </w:r>
      <w:proofErr w:type="spellStart"/>
      <w:r w:rsidR="003574B2" w:rsidRPr="000A38C4">
        <w:rPr>
          <w:rFonts w:ascii="Arial" w:hAnsi="Arial" w:cs="Arial"/>
          <w:b/>
          <w:sz w:val="28"/>
          <w:szCs w:val="28"/>
        </w:rPr>
        <w:t>Landcare</w:t>
      </w:r>
      <w:proofErr w:type="spellEnd"/>
      <w:r w:rsidR="003574B2" w:rsidRPr="000A38C4">
        <w:rPr>
          <w:rFonts w:ascii="Arial" w:hAnsi="Arial" w:cs="Arial"/>
          <w:b/>
          <w:sz w:val="28"/>
          <w:szCs w:val="28"/>
        </w:rPr>
        <w:br/>
        <w:t xml:space="preserve"> Management Committee Inc</w:t>
      </w:r>
    </w:p>
    <w:p w:rsidR="003574B2" w:rsidRPr="000A38C4" w:rsidRDefault="00EA7D02">
      <w:pPr>
        <w:ind w:left="2880"/>
        <w:jc w:val="right"/>
        <w:rPr>
          <w:rFonts w:ascii="Arial" w:hAnsi="Arial" w:cs="Arial"/>
        </w:rPr>
      </w:pPr>
      <w:r w:rsidRPr="000A38C4">
        <w:rPr>
          <w:rFonts w:ascii="Arial" w:hAnsi="Arial" w:cs="Arial"/>
        </w:rPr>
        <w:t>PO Box 3</w:t>
      </w:r>
    </w:p>
    <w:p w:rsidR="003574B2" w:rsidRPr="000A38C4" w:rsidRDefault="003574B2">
      <w:pPr>
        <w:ind w:left="2880"/>
        <w:jc w:val="right"/>
        <w:rPr>
          <w:rFonts w:ascii="Arial" w:hAnsi="Arial" w:cs="Arial"/>
        </w:rPr>
      </w:pPr>
      <w:r w:rsidRPr="000A38C4">
        <w:rPr>
          <w:rFonts w:ascii="Arial" w:hAnsi="Arial" w:cs="Arial"/>
        </w:rPr>
        <w:t>NABIAC</w:t>
      </w:r>
    </w:p>
    <w:p w:rsidR="003574B2" w:rsidRPr="000A38C4" w:rsidRDefault="003574B2">
      <w:pPr>
        <w:ind w:left="2880"/>
        <w:jc w:val="right"/>
        <w:rPr>
          <w:rFonts w:ascii="Arial" w:hAnsi="Arial" w:cs="Arial"/>
        </w:rPr>
      </w:pPr>
      <w:r w:rsidRPr="000A38C4">
        <w:rPr>
          <w:rFonts w:ascii="Arial" w:hAnsi="Arial" w:cs="Arial"/>
        </w:rPr>
        <w:t>NSW 2313</w:t>
      </w:r>
    </w:p>
    <w:p w:rsidR="003574B2" w:rsidRPr="000A38C4" w:rsidRDefault="003574B2">
      <w:pPr>
        <w:ind w:left="2880"/>
        <w:jc w:val="right"/>
        <w:rPr>
          <w:rFonts w:ascii="Arial" w:hAnsi="Arial" w:cs="Arial"/>
        </w:rPr>
      </w:pPr>
    </w:p>
    <w:p w:rsidR="003574B2" w:rsidRPr="000A38C4" w:rsidRDefault="003574B2">
      <w:pPr>
        <w:rPr>
          <w:rFonts w:ascii="Arial" w:hAnsi="Arial" w:cs="Arial"/>
        </w:rPr>
      </w:pPr>
    </w:p>
    <w:p w:rsidR="003574B2" w:rsidRDefault="005B3850">
      <w:pPr>
        <w:pStyle w:val="Heading1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INDIVIDUAL </w:t>
      </w:r>
      <w:r w:rsidR="00616233" w:rsidRPr="000A38C4">
        <w:rPr>
          <w:rFonts w:ascii="Arial" w:hAnsi="Arial" w:cs="Arial"/>
          <w:b/>
          <w:sz w:val="32"/>
          <w:szCs w:val="32"/>
        </w:rPr>
        <w:t>MEMBERSHIP APPLICATION FORM</w:t>
      </w:r>
    </w:p>
    <w:p w:rsidR="00616233" w:rsidRPr="000A38C4" w:rsidRDefault="00616233" w:rsidP="000A38C4">
      <w:pPr>
        <w:jc w:val="center"/>
        <w:rPr>
          <w:rFonts w:ascii="Arial" w:hAnsi="Arial" w:cs="Arial"/>
        </w:rPr>
      </w:pPr>
    </w:p>
    <w:p w:rsidR="000A38C4" w:rsidRDefault="00EF7BCF" w:rsidP="0061623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50.95pt;margin-top:11.55pt;width:352.5pt;height:27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">
            <v:textbox>
              <w:txbxContent>
                <w:p w:rsidR="005353AE" w:rsidRPr="00CF1F05" w:rsidRDefault="001E3599">
                  <w:pPr>
                    <w:rPr>
                      <w:rFonts w:ascii="Arial Black" w:hAnsi="Arial Black"/>
                    </w:rPr>
                  </w:pPr>
                  <w:proofErr w:type="spellStart"/>
                  <w:r>
                    <w:rPr>
                      <w:rFonts w:ascii="Arial Black" w:hAnsi="Arial Black"/>
                    </w:rPr>
                    <w:t>Coomba</w:t>
                  </w:r>
                  <w:proofErr w:type="spellEnd"/>
                  <w:r>
                    <w:rPr>
                      <w:rFonts w:ascii="Arial Black" w:hAnsi="Arial Black"/>
                    </w:rPr>
                    <w:t xml:space="preserve"> Sustainable Living Group</w:t>
                  </w:r>
                </w:p>
              </w:txbxContent>
            </v:textbox>
          </v:shape>
        </w:pict>
      </w:r>
    </w:p>
    <w:p w:rsidR="00616233" w:rsidRPr="000A38C4" w:rsidRDefault="00616233" w:rsidP="00616233">
      <w:pPr>
        <w:rPr>
          <w:rFonts w:ascii="Arial" w:hAnsi="Arial" w:cs="Arial"/>
        </w:rPr>
      </w:pPr>
      <w:r w:rsidRPr="000A38C4">
        <w:rPr>
          <w:rFonts w:ascii="Arial" w:hAnsi="Arial" w:cs="Arial"/>
          <w:b/>
          <w:sz w:val="28"/>
          <w:szCs w:val="28"/>
        </w:rPr>
        <w:t>Name of Sub-Group:</w:t>
      </w:r>
      <w:r w:rsidRPr="000A38C4">
        <w:rPr>
          <w:rFonts w:ascii="Arial" w:hAnsi="Arial" w:cs="Arial"/>
        </w:rPr>
        <w:t xml:space="preserve"> </w:t>
      </w:r>
    </w:p>
    <w:p w:rsidR="000A38C4" w:rsidRDefault="000A38C4" w:rsidP="00616233">
      <w:pPr>
        <w:tabs>
          <w:tab w:val="left" w:pos="9639"/>
        </w:tabs>
        <w:rPr>
          <w:rFonts w:ascii="Arial" w:hAnsi="Arial" w:cs="Arial"/>
        </w:rPr>
      </w:pPr>
    </w:p>
    <w:p w:rsidR="005353AE" w:rsidRDefault="00EF7BCF" w:rsidP="00616233">
      <w:pPr>
        <w:tabs>
          <w:tab w:val="left" w:pos="9639"/>
        </w:tabs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27" type="#_x0000_t202" style="position:absolute;margin-left:24.95pt;margin-top:8.3pt;width:478.5pt;height:27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">
            <v:textbox>
              <w:txbxContent>
                <w:p w:rsidR="005353AE" w:rsidRPr="00CF1F05" w:rsidRDefault="005353AE" w:rsidP="005353AE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5353AE" w:rsidRDefault="00616233" w:rsidP="005353AE">
      <w:pPr>
        <w:tabs>
          <w:tab w:val="left" w:pos="9639"/>
        </w:tabs>
        <w:rPr>
          <w:rFonts w:ascii="Arial" w:hAnsi="Arial" w:cs="Arial"/>
          <w:i/>
        </w:rPr>
      </w:pPr>
      <w:r w:rsidRPr="000A38C4">
        <w:rPr>
          <w:rFonts w:ascii="Arial" w:hAnsi="Arial" w:cs="Arial"/>
        </w:rPr>
        <w:t>I</w:t>
      </w:r>
      <w:r w:rsidR="005353AE">
        <w:rPr>
          <w:rFonts w:ascii="Arial" w:hAnsi="Arial" w:cs="Arial"/>
        </w:rPr>
        <w:t xml:space="preserve">, </w:t>
      </w:r>
      <w:r w:rsidRPr="000A38C4">
        <w:rPr>
          <w:rFonts w:ascii="Arial" w:hAnsi="Arial" w:cs="Arial"/>
        </w:rPr>
        <w:t xml:space="preserve"> </w:t>
      </w:r>
      <w:r w:rsidR="000A38C4">
        <w:rPr>
          <w:rFonts w:ascii="Arial" w:hAnsi="Arial" w:cs="Arial"/>
          <w:i/>
        </w:rPr>
        <w:tab/>
      </w:r>
      <w:r w:rsidR="005353AE">
        <w:rPr>
          <w:rFonts w:ascii="Arial" w:hAnsi="Arial" w:cs="Arial"/>
          <w:i/>
        </w:rPr>
        <w:t xml:space="preserve">        </w:t>
      </w:r>
    </w:p>
    <w:p w:rsidR="005353AE" w:rsidRDefault="005353AE" w:rsidP="005353AE">
      <w:pPr>
        <w:tabs>
          <w:tab w:val="left" w:pos="9639"/>
        </w:tabs>
        <w:rPr>
          <w:rFonts w:ascii="Arial" w:hAnsi="Arial" w:cs="Arial"/>
          <w:i/>
        </w:rPr>
      </w:pPr>
    </w:p>
    <w:p w:rsidR="00616233" w:rsidRPr="000A38C4" w:rsidRDefault="005353AE" w:rsidP="005353AE">
      <w:pPr>
        <w:tabs>
          <w:tab w:val="left" w:pos="9639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</w:t>
      </w:r>
      <w:r w:rsidR="000D2FCE" w:rsidRPr="000A38C4">
        <w:rPr>
          <w:rFonts w:ascii="Arial" w:hAnsi="Arial" w:cs="Arial"/>
          <w:i/>
        </w:rPr>
        <w:t>N</w:t>
      </w:r>
      <w:r w:rsidR="000A38C4" w:rsidRPr="000A38C4">
        <w:rPr>
          <w:rFonts w:ascii="Arial" w:hAnsi="Arial" w:cs="Arial"/>
          <w:i/>
        </w:rPr>
        <w:t xml:space="preserve">ame </w:t>
      </w:r>
    </w:p>
    <w:p w:rsidR="000A38C4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28" type="#_x0000_t202" style="position:absolute;margin-left:24.95pt;margin-top:10.85pt;width:478.5pt;height:27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">
            <v:textbox>
              <w:txbxContent>
                <w:p w:rsidR="005353AE" w:rsidRPr="006B3640" w:rsidRDefault="005353AE" w:rsidP="005353AE">
                  <w:pPr>
                    <w:rPr>
                      <w:rFonts w:ascii="Arial Black" w:hAnsi="Arial Black" w:cs="Arial"/>
                    </w:rPr>
                  </w:pPr>
                </w:p>
              </w:txbxContent>
            </v:textbox>
          </v:shape>
        </w:pict>
      </w:r>
    </w:p>
    <w:p w:rsidR="00616233" w:rsidRPr="000A38C4" w:rsidRDefault="00616233" w:rsidP="00616233">
      <w:pPr>
        <w:rPr>
          <w:rFonts w:ascii="Arial" w:hAnsi="Arial" w:cs="Arial"/>
        </w:rPr>
      </w:pPr>
      <w:r w:rsidRPr="000A38C4">
        <w:rPr>
          <w:rFonts w:ascii="Arial" w:hAnsi="Arial" w:cs="Arial"/>
        </w:rPr>
        <w:t xml:space="preserve">Of </w:t>
      </w:r>
    </w:p>
    <w:p w:rsidR="00616233" w:rsidRPr="000A38C4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29" type="#_x0000_t202" style="position:absolute;margin-left:24.95pt;margin-top:11.75pt;width:478.5pt;height:27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5UsJwIAAEs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">
            <v:textbox>
              <w:txbxContent>
                <w:p w:rsidR="005353AE" w:rsidRPr="006B3640" w:rsidRDefault="005353AE" w:rsidP="005353AE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0A38C4" w:rsidRDefault="000A38C4" w:rsidP="00616233">
      <w:pPr>
        <w:rPr>
          <w:rFonts w:ascii="Arial" w:hAnsi="Arial" w:cs="Arial"/>
        </w:rPr>
      </w:pPr>
    </w:p>
    <w:p w:rsidR="00616233" w:rsidRPr="000A38C4" w:rsidRDefault="00616233" w:rsidP="00616233">
      <w:pPr>
        <w:rPr>
          <w:rFonts w:ascii="Arial" w:hAnsi="Arial" w:cs="Arial"/>
        </w:rPr>
      </w:pPr>
    </w:p>
    <w:p w:rsidR="00616233" w:rsidRPr="000A38C4" w:rsidRDefault="00616233" w:rsidP="00616233">
      <w:pPr>
        <w:rPr>
          <w:rFonts w:ascii="Arial" w:hAnsi="Arial" w:cs="Arial"/>
          <w:i/>
        </w:rPr>
      </w:pPr>
      <w:r w:rsidRPr="000A38C4">
        <w:rPr>
          <w:rFonts w:ascii="Arial" w:hAnsi="Arial" w:cs="Arial"/>
          <w:i/>
        </w:rPr>
        <w:tab/>
      </w:r>
      <w:r w:rsidR="000A38C4">
        <w:rPr>
          <w:rFonts w:ascii="Arial" w:hAnsi="Arial" w:cs="Arial"/>
          <w:i/>
        </w:rPr>
        <w:t>Residential address &amp; postcode</w:t>
      </w:r>
    </w:p>
    <w:p w:rsidR="00616233" w:rsidRPr="000A38C4" w:rsidRDefault="00616233" w:rsidP="00616233">
      <w:pPr>
        <w:rPr>
          <w:rFonts w:ascii="Arial" w:hAnsi="Arial" w:cs="Arial"/>
        </w:rPr>
      </w:pPr>
    </w:p>
    <w:p w:rsidR="000A38C4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0" type="#_x0000_t202" style="position:absolute;margin-left:44.45pt;margin-top:6.55pt;width:459pt;height:27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txKJQIAAEs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">
            <v:textbox>
              <w:txbxContent>
                <w:p w:rsidR="005353AE" w:rsidRPr="006B3640" w:rsidRDefault="005353AE" w:rsidP="005353AE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D67651" w:rsidRDefault="005353AE" w:rsidP="00616233">
      <w:pPr>
        <w:rPr>
          <w:rFonts w:ascii="Arial" w:hAnsi="Arial" w:cs="Arial"/>
        </w:rPr>
      </w:pPr>
      <w:r>
        <w:rPr>
          <w:rFonts w:ascii="Arial" w:hAnsi="Arial" w:cs="Arial"/>
        </w:rPr>
        <w:t>Email</w:t>
      </w:r>
    </w:p>
    <w:p w:rsidR="005353AE" w:rsidRDefault="005353AE" w:rsidP="00616233">
      <w:pPr>
        <w:rPr>
          <w:rFonts w:ascii="Arial" w:hAnsi="Arial" w:cs="Arial"/>
        </w:rPr>
      </w:pPr>
    </w:p>
    <w:p w:rsidR="00D67651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1" type="#_x0000_t202" style="position:absolute;margin-left:28.7pt;margin-top:10.9pt;width:474.75pt;height:27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">
            <v:textbox>
              <w:txbxContent>
                <w:p w:rsidR="005353AE" w:rsidRPr="006B3640" w:rsidRDefault="005353AE" w:rsidP="005353AE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D67651" w:rsidRDefault="00D67651" w:rsidP="00616233">
      <w:pPr>
        <w:rPr>
          <w:rFonts w:ascii="Arial" w:hAnsi="Arial" w:cs="Arial"/>
        </w:rPr>
      </w:pPr>
    </w:p>
    <w:p w:rsidR="00D67651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2" type="#_x0000_t202" style="position:absolute;margin-left:28.7pt;margin-top:11.8pt;width:474.75pt;height:27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">
            <v:textbox>
              <w:txbxContent>
                <w:p w:rsidR="005353AE" w:rsidRPr="006B3640" w:rsidRDefault="005353AE" w:rsidP="005353AE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D67651" w:rsidRDefault="00D67651" w:rsidP="00616233">
      <w:pPr>
        <w:rPr>
          <w:rFonts w:ascii="Arial" w:hAnsi="Arial" w:cs="Arial"/>
        </w:rPr>
      </w:pPr>
    </w:p>
    <w:p w:rsidR="00D67651" w:rsidRDefault="00D67651" w:rsidP="00616233">
      <w:pPr>
        <w:rPr>
          <w:rFonts w:ascii="Arial" w:hAnsi="Arial" w:cs="Arial"/>
        </w:rPr>
      </w:pPr>
    </w:p>
    <w:p w:rsidR="00D67651" w:rsidRPr="00155153" w:rsidRDefault="00155153" w:rsidP="00155153">
      <w:pPr>
        <w:ind w:firstLine="720"/>
        <w:rPr>
          <w:rFonts w:ascii="Arial" w:hAnsi="Arial" w:cs="Arial"/>
          <w:i/>
        </w:rPr>
      </w:pPr>
      <w:r w:rsidRPr="00155153">
        <w:rPr>
          <w:rFonts w:ascii="Arial" w:hAnsi="Arial" w:cs="Arial"/>
          <w:i/>
        </w:rPr>
        <w:t>Postal address, only needed if above is not a mailing address</w:t>
      </w:r>
    </w:p>
    <w:p w:rsidR="00D67651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3" type="#_x0000_t202" style="position:absolute;margin-left:300.95pt;margin-top:9.1pt;width:202.5pt;height:27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d/JQIAAEs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">
            <v:textbox>
              <w:txbxContent>
                <w:p w:rsidR="006B3640" w:rsidRPr="006B3640" w:rsidRDefault="006B3640" w:rsidP="006B3640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4" type="#_x0000_t202" style="position:absolute;margin-left:48.95pt;margin-top:6.85pt;width:185.25pt;height:27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">
            <v:textbox>
              <w:txbxContent>
                <w:p w:rsidR="006B3640" w:rsidRPr="006B3640" w:rsidRDefault="006B3640" w:rsidP="006B3640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431420" w:rsidRPr="000A38C4" w:rsidRDefault="000A38C4" w:rsidP="006162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Phone: </w:t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  <w:t>Mobile:</w:t>
      </w:r>
    </w:p>
    <w:p w:rsidR="00431420" w:rsidRPr="000A38C4" w:rsidRDefault="00431420" w:rsidP="00616233">
      <w:pPr>
        <w:rPr>
          <w:rFonts w:ascii="Arial" w:hAnsi="Arial" w:cs="Arial"/>
        </w:rPr>
      </w:pPr>
    </w:p>
    <w:p w:rsidR="000A38C4" w:rsidRDefault="000A38C4" w:rsidP="000D2FCE">
      <w:pPr>
        <w:rPr>
          <w:rFonts w:ascii="Arial" w:hAnsi="Arial" w:cs="Arial"/>
        </w:rPr>
      </w:pPr>
    </w:p>
    <w:p w:rsidR="00616233" w:rsidRPr="000A38C4" w:rsidRDefault="00616233" w:rsidP="00616233">
      <w:pPr>
        <w:rPr>
          <w:rFonts w:ascii="Arial" w:hAnsi="Arial" w:cs="Arial"/>
        </w:rPr>
      </w:pPr>
      <w:r w:rsidRPr="000A38C4">
        <w:rPr>
          <w:rFonts w:ascii="Arial" w:hAnsi="Arial" w:cs="Arial"/>
        </w:rPr>
        <w:t xml:space="preserve">Hereby apply to become a member of the above named incorporated </w:t>
      </w:r>
      <w:r w:rsidR="000D2FCE" w:rsidRPr="000A38C4">
        <w:rPr>
          <w:rFonts w:ascii="Arial" w:hAnsi="Arial" w:cs="Arial"/>
        </w:rPr>
        <w:t xml:space="preserve">group. </w:t>
      </w:r>
    </w:p>
    <w:p w:rsidR="00636A63" w:rsidRPr="000A38C4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5" type="#_x0000_t202" style="position:absolute;margin-left:422.45pt;margin-top:3.1pt;width:81pt;height:27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OlJAIAAEw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">
            <v:textbox>
              <w:txbxContent>
                <w:p w:rsidR="006B3640" w:rsidRPr="006B3640" w:rsidRDefault="006B3640" w:rsidP="006B3640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636A63" w:rsidRPr="000A38C4" w:rsidRDefault="00636A63" w:rsidP="00616233">
      <w:pPr>
        <w:rPr>
          <w:rFonts w:ascii="Arial" w:hAnsi="Arial" w:cs="Arial"/>
        </w:rPr>
      </w:pPr>
      <w:r w:rsidRPr="000A38C4">
        <w:rPr>
          <w:rFonts w:ascii="Arial" w:hAnsi="Arial" w:cs="Arial"/>
        </w:rPr>
        <w:t>I enclose my annual subscription fee of $</w:t>
      </w:r>
      <w:r w:rsidR="00155153">
        <w:rPr>
          <w:rFonts w:ascii="Arial" w:hAnsi="Arial" w:cs="Arial"/>
        </w:rPr>
        <w:t xml:space="preserve"> 5</w:t>
      </w:r>
      <w:r w:rsidR="00D67651">
        <w:rPr>
          <w:rFonts w:ascii="Arial" w:hAnsi="Arial" w:cs="Arial"/>
        </w:rPr>
        <w:t xml:space="preserve">.00 </w:t>
      </w:r>
      <w:r w:rsidRPr="000A38C4">
        <w:rPr>
          <w:rFonts w:ascii="Arial" w:hAnsi="Arial" w:cs="Arial"/>
        </w:rPr>
        <w:t>for the financial year to June 30,</w:t>
      </w:r>
    </w:p>
    <w:p w:rsidR="00636A63" w:rsidRPr="000A38C4" w:rsidRDefault="00636A63" w:rsidP="00616233">
      <w:pPr>
        <w:rPr>
          <w:rFonts w:ascii="Arial" w:hAnsi="Arial" w:cs="Arial"/>
        </w:rPr>
      </w:pPr>
    </w:p>
    <w:p w:rsidR="00636A63" w:rsidRPr="00686107" w:rsidRDefault="000A38C4" w:rsidP="00616233">
      <w:pPr>
        <w:rPr>
          <w:rFonts w:ascii="Arial" w:hAnsi="Arial" w:cs="Arial"/>
          <w:i/>
        </w:rPr>
      </w:pPr>
      <w:proofErr w:type="gramStart"/>
      <w:r w:rsidRPr="00686107">
        <w:rPr>
          <w:rFonts w:ascii="Arial" w:hAnsi="Arial" w:cs="Arial"/>
          <w:i/>
        </w:rPr>
        <w:t>N.B.</w:t>
      </w:r>
      <w:proofErr w:type="gramEnd"/>
      <w:r w:rsidRPr="00686107">
        <w:rPr>
          <w:rFonts w:ascii="Arial" w:hAnsi="Arial" w:cs="Arial"/>
          <w:i/>
        </w:rPr>
        <w:t xml:space="preserve"> If you are already a </w:t>
      </w:r>
      <w:r w:rsidR="00686107">
        <w:rPr>
          <w:rFonts w:ascii="Arial" w:hAnsi="Arial" w:cs="Arial"/>
          <w:i/>
        </w:rPr>
        <w:t xml:space="preserve">financial </w:t>
      </w:r>
      <w:r w:rsidRPr="00686107">
        <w:rPr>
          <w:rFonts w:ascii="Arial" w:hAnsi="Arial" w:cs="Arial"/>
          <w:i/>
        </w:rPr>
        <w:t>member of KGLLMC</w:t>
      </w:r>
      <w:r w:rsidR="00155153">
        <w:rPr>
          <w:rFonts w:ascii="Arial" w:hAnsi="Arial" w:cs="Arial"/>
          <w:i/>
        </w:rPr>
        <w:t xml:space="preserve"> Inc. </w:t>
      </w:r>
      <w:r w:rsidRPr="00686107">
        <w:rPr>
          <w:rFonts w:ascii="Arial" w:hAnsi="Arial" w:cs="Arial"/>
          <w:i/>
        </w:rPr>
        <w:t xml:space="preserve">via another </w:t>
      </w:r>
      <w:r w:rsidR="00D67651">
        <w:rPr>
          <w:rFonts w:ascii="Arial" w:hAnsi="Arial" w:cs="Arial"/>
          <w:i/>
        </w:rPr>
        <w:t>S</w:t>
      </w:r>
      <w:r w:rsidRPr="00686107">
        <w:rPr>
          <w:rFonts w:ascii="Arial" w:hAnsi="Arial" w:cs="Arial"/>
          <w:i/>
        </w:rPr>
        <w:t>ubgroup,</w:t>
      </w:r>
      <w:r w:rsidR="00686107" w:rsidRPr="00686107">
        <w:rPr>
          <w:rFonts w:ascii="Arial" w:hAnsi="Arial" w:cs="Arial"/>
          <w:i/>
        </w:rPr>
        <w:t xml:space="preserve"> no fee is due.</w:t>
      </w:r>
      <w:r w:rsidR="00686107">
        <w:rPr>
          <w:rFonts w:ascii="Arial" w:hAnsi="Arial" w:cs="Arial"/>
          <w:i/>
        </w:rPr>
        <w:t xml:space="preserve"> </w:t>
      </w:r>
      <w:r w:rsidR="00155153">
        <w:rPr>
          <w:rFonts w:ascii="Arial" w:hAnsi="Arial" w:cs="Arial"/>
          <w:i/>
        </w:rPr>
        <w:t xml:space="preserve">The name of that </w:t>
      </w:r>
      <w:r w:rsidR="00686107">
        <w:rPr>
          <w:rFonts w:ascii="Arial" w:hAnsi="Arial" w:cs="Arial"/>
          <w:i/>
        </w:rPr>
        <w:t>Sub-group is:</w:t>
      </w:r>
    </w:p>
    <w:p w:rsidR="00686107" w:rsidRPr="00686107" w:rsidRDefault="00EF7BCF" w:rsidP="00616233">
      <w:pPr>
        <w:rPr>
          <w:rFonts w:ascii="Arial" w:hAnsi="Arial" w:cs="Arial"/>
          <w:i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6" type="#_x0000_t202" style="position:absolute;margin-left:34.7pt;margin-top:6.85pt;width:468.75pt;height:27pt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">
            <v:textbox>
              <w:txbxContent>
                <w:p w:rsidR="006B3640" w:rsidRPr="00CF1F05" w:rsidRDefault="006B3640" w:rsidP="006B3640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636A63" w:rsidRDefault="00636A63" w:rsidP="00616233">
      <w:pPr>
        <w:rPr>
          <w:rFonts w:ascii="Arial" w:hAnsi="Arial" w:cs="Arial"/>
        </w:rPr>
      </w:pPr>
    </w:p>
    <w:p w:rsidR="006B3640" w:rsidRPr="000A38C4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7" type="#_x0000_t202" style="position:absolute;margin-left:48.95pt;margin-top:10.75pt;width:252pt;height:42.75pt;z-index:25168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">
            <v:textbox>
              <w:txbxContent>
                <w:p w:rsidR="006B3640" w:rsidRDefault="006B3640" w:rsidP="006B3640"/>
              </w:txbxContent>
            </v:textbox>
          </v:shape>
        </w:pict>
      </w:r>
    </w:p>
    <w:p w:rsidR="00686107" w:rsidRDefault="00EF7BCF" w:rsidP="00616233">
      <w:pPr>
        <w:rPr>
          <w:rFonts w:ascii="Arial" w:hAnsi="Arial" w:cs="Arial"/>
        </w:rPr>
      </w:pPr>
      <w:r w:rsidRPr="00EF7BCF">
        <w:rPr>
          <w:rFonts w:ascii="Arial" w:hAnsi="Arial" w:cs="Arial"/>
          <w:b/>
          <w:noProof/>
          <w:sz w:val="28"/>
          <w:szCs w:val="28"/>
          <w:lang w:eastAsia="en-AU"/>
        </w:rPr>
        <w:pict>
          <v:shape id="_x0000_s1038" type="#_x0000_t202" style="position:absolute;margin-left:365.45pt;margin-top:7.45pt;width:138pt;height:27pt;z-index:2516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">
            <v:textbox>
              <w:txbxContent>
                <w:p w:rsidR="006B3640" w:rsidRPr="00CF1F05" w:rsidRDefault="006B3640" w:rsidP="006B3640">
                  <w:pPr>
                    <w:rPr>
                      <w:rFonts w:ascii="Arial Black" w:hAnsi="Arial Black"/>
                    </w:rPr>
                  </w:pPr>
                </w:p>
              </w:txbxContent>
            </v:textbox>
          </v:shape>
        </w:pict>
      </w:r>
    </w:p>
    <w:p w:rsidR="00636A63" w:rsidRPr="000A38C4" w:rsidRDefault="00D67651" w:rsidP="006162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Signed: </w:t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</w:r>
      <w:r w:rsidR="006B3640">
        <w:rPr>
          <w:rFonts w:ascii="Arial" w:hAnsi="Arial" w:cs="Arial"/>
        </w:rPr>
        <w:tab/>
        <w:t>Date:</w:t>
      </w:r>
      <w:r w:rsidR="006B3640" w:rsidRPr="006B3640">
        <w:rPr>
          <w:rFonts w:ascii="Arial" w:hAnsi="Arial" w:cs="Arial"/>
          <w:b/>
          <w:noProof/>
          <w:sz w:val="28"/>
          <w:szCs w:val="28"/>
          <w:lang w:eastAsia="en-AU"/>
        </w:rPr>
        <w:t xml:space="preserve"> </w:t>
      </w:r>
      <w:r w:rsidR="006B3640">
        <w:rPr>
          <w:rFonts w:ascii="Arial" w:hAnsi="Arial" w:cs="Arial"/>
        </w:rPr>
        <w:tab/>
      </w:r>
    </w:p>
    <w:p w:rsidR="006B3640" w:rsidRDefault="006B3640" w:rsidP="00616233">
      <w:pPr>
        <w:rPr>
          <w:rFonts w:ascii="Arial" w:hAnsi="Arial" w:cs="Arial"/>
          <w:b/>
        </w:rPr>
      </w:pPr>
    </w:p>
    <w:p w:rsidR="00636A63" w:rsidRPr="000A38C4" w:rsidRDefault="00636A63" w:rsidP="00616233">
      <w:pPr>
        <w:rPr>
          <w:rFonts w:ascii="Arial" w:hAnsi="Arial" w:cs="Arial"/>
          <w:b/>
        </w:rPr>
      </w:pPr>
      <w:r w:rsidRPr="000A38C4">
        <w:rPr>
          <w:rFonts w:ascii="Arial" w:hAnsi="Arial" w:cs="Arial"/>
          <w:b/>
        </w:rPr>
        <w:t>Office Use Only</w:t>
      </w:r>
    </w:p>
    <w:tbl>
      <w:tblPr>
        <w:tblW w:w="1026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3420"/>
        <w:gridCol w:w="3420"/>
      </w:tblGrid>
      <w:tr w:rsidR="00636A63" w:rsidRPr="000A38C4" w:rsidTr="006B3640">
        <w:trPr>
          <w:trHeight w:val="802"/>
        </w:trPr>
        <w:tc>
          <w:tcPr>
            <w:tcW w:w="3420" w:type="dxa"/>
          </w:tcPr>
          <w:p w:rsidR="00636A63" w:rsidRPr="000A38C4" w:rsidRDefault="00EF7BCF" w:rsidP="00616233">
            <w:pPr>
              <w:rPr>
                <w:rFonts w:ascii="Arial" w:hAnsi="Arial" w:cs="Arial"/>
              </w:rPr>
            </w:pPr>
            <w:r w:rsidRPr="00EF7BCF">
              <w:rPr>
                <w:rFonts w:ascii="Arial" w:hAnsi="Arial" w:cs="Arial"/>
                <w:b/>
                <w:noProof/>
                <w:sz w:val="28"/>
                <w:szCs w:val="28"/>
                <w:lang w:eastAsia="en-AU"/>
              </w:rPr>
              <w:pict>
                <v:shape id="_x0000_s1039" type="#_x0000_t202" style="position:absolute;margin-left:3.3pt;margin-top:14.75pt;width:146.25pt;height:20.25pt;z-index:251686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">
                  <v:textbox>
                    <w:txbxContent>
                      <w:p w:rsidR="00CF1F05" w:rsidRDefault="00CF1F05" w:rsidP="00CF1F05"/>
                    </w:txbxContent>
                  </v:textbox>
                </v:shape>
              </w:pict>
            </w:r>
            <w:r w:rsidR="00636A63" w:rsidRPr="000A38C4">
              <w:rPr>
                <w:rFonts w:ascii="Arial" w:hAnsi="Arial" w:cs="Arial"/>
              </w:rPr>
              <w:t>Date Received</w:t>
            </w:r>
            <w:bookmarkStart w:id="0" w:name="_GoBack"/>
            <w:bookmarkEnd w:id="0"/>
          </w:p>
        </w:tc>
        <w:tc>
          <w:tcPr>
            <w:tcW w:w="3420" w:type="dxa"/>
          </w:tcPr>
          <w:p w:rsidR="00636A63" w:rsidRPr="000A38C4" w:rsidRDefault="00EF7BCF" w:rsidP="000D2FCE">
            <w:pPr>
              <w:rPr>
                <w:rFonts w:ascii="Arial" w:hAnsi="Arial" w:cs="Arial"/>
              </w:rPr>
            </w:pPr>
            <w:r w:rsidRPr="00EF7BCF">
              <w:rPr>
                <w:rFonts w:ascii="Arial" w:hAnsi="Arial" w:cs="Arial"/>
                <w:b/>
                <w:noProof/>
                <w:sz w:val="28"/>
                <w:szCs w:val="28"/>
                <w:lang w:eastAsia="en-AU"/>
              </w:rPr>
              <w:pict>
                <v:shape id="_x0000_s1040" type="#_x0000_t202" style="position:absolute;margin-left:5.5pt;margin-top:14.75pt;width:146.25pt;height:20.25pt;z-index:2516884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">
                  <v:textbox>
                    <w:txbxContent>
                      <w:p w:rsidR="00CF1F05" w:rsidRDefault="00CF1F05" w:rsidP="00CF1F05"/>
                    </w:txbxContent>
                  </v:textbox>
                </v:shape>
              </w:pict>
            </w:r>
            <w:r w:rsidR="00636A63" w:rsidRPr="000A38C4">
              <w:rPr>
                <w:rFonts w:ascii="Arial" w:hAnsi="Arial" w:cs="Arial"/>
              </w:rPr>
              <w:t xml:space="preserve">Date </w:t>
            </w:r>
            <w:r w:rsidR="000D2FCE" w:rsidRPr="000A38C4">
              <w:rPr>
                <w:rFonts w:ascii="Arial" w:hAnsi="Arial" w:cs="Arial"/>
              </w:rPr>
              <w:t>Recorded</w:t>
            </w:r>
          </w:p>
        </w:tc>
        <w:tc>
          <w:tcPr>
            <w:tcW w:w="3420" w:type="dxa"/>
          </w:tcPr>
          <w:p w:rsidR="00636A63" w:rsidRPr="000A38C4" w:rsidRDefault="00EF7BCF" w:rsidP="00616233">
            <w:pPr>
              <w:rPr>
                <w:rFonts w:ascii="Arial" w:hAnsi="Arial" w:cs="Arial"/>
              </w:rPr>
            </w:pPr>
            <w:r w:rsidRPr="00EF7BCF">
              <w:rPr>
                <w:rFonts w:ascii="Arial" w:hAnsi="Arial" w:cs="Arial"/>
                <w:b/>
                <w:noProof/>
                <w:sz w:val="28"/>
                <w:szCs w:val="28"/>
                <w:lang w:eastAsia="en-AU"/>
              </w:rPr>
              <w:pict>
                <v:shape id="_x0000_s1041" type="#_x0000_t202" style="position:absolute;margin-left:7pt;margin-top:14.75pt;width:146.25pt;height:20.25pt;z-index:2516904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">
                  <v:textbox>
                    <w:txbxContent>
                      <w:p w:rsidR="00CF1F05" w:rsidRDefault="00CF1F05" w:rsidP="00CF1F05"/>
                    </w:txbxContent>
                  </v:textbox>
                </v:shape>
              </w:pict>
            </w:r>
            <w:r w:rsidR="00636A63" w:rsidRPr="000A38C4">
              <w:rPr>
                <w:rFonts w:ascii="Arial" w:hAnsi="Arial" w:cs="Arial"/>
              </w:rPr>
              <w:t>Receipt No</w:t>
            </w:r>
          </w:p>
        </w:tc>
      </w:tr>
    </w:tbl>
    <w:p w:rsidR="00636A63" w:rsidRPr="000A38C4" w:rsidRDefault="00636A63" w:rsidP="006B3640">
      <w:pPr>
        <w:rPr>
          <w:rFonts w:ascii="Arial" w:hAnsi="Arial" w:cs="Arial"/>
        </w:rPr>
      </w:pPr>
    </w:p>
    <w:sectPr w:rsidR="00636A63" w:rsidRPr="000A38C4" w:rsidSect="00616233">
      <w:pgSz w:w="11907" w:h="16840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3599"/>
    <w:rsid w:val="000A38C4"/>
    <w:rsid w:val="000D2FCE"/>
    <w:rsid w:val="000F7153"/>
    <w:rsid w:val="00102E8D"/>
    <w:rsid w:val="00155153"/>
    <w:rsid w:val="001E3599"/>
    <w:rsid w:val="002E3E27"/>
    <w:rsid w:val="003574B2"/>
    <w:rsid w:val="003C32AF"/>
    <w:rsid w:val="003D23B7"/>
    <w:rsid w:val="00431420"/>
    <w:rsid w:val="00482E95"/>
    <w:rsid w:val="004B703E"/>
    <w:rsid w:val="005353AE"/>
    <w:rsid w:val="005B3850"/>
    <w:rsid w:val="00616233"/>
    <w:rsid w:val="00636A63"/>
    <w:rsid w:val="00663768"/>
    <w:rsid w:val="00686107"/>
    <w:rsid w:val="006B3640"/>
    <w:rsid w:val="00814400"/>
    <w:rsid w:val="00845277"/>
    <w:rsid w:val="009362A7"/>
    <w:rsid w:val="00CF1F05"/>
    <w:rsid w:val="00D67651"/>
    <w:rsid w:val="00EA7D02"/>
    <w:rsid w:val="00EF7BCF"/>
    <w:rsid w:val="00F2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BCF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EF7BCF"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6376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663768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yth\AppData\Local\Microsoft\Windows\Temporary%20Internet%20Files\Content.Outlook\1STFRPIR\KGLLMC%20Membership%20Form%202013%2007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KGLLMC Membership Form 2013 07 TEMPLATE.dotx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Karuah Great Lakes Landcare Management Committee</vt:lpstr>
    </vt:vector>
  </TitlesOfParts>
  <Company>Concurrent Computer Corp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Karuah Great Lakes Landcare Management Committee</dc:title>
  <dc:creator>Delyth</dc:creator>
  <cp:lastModifiedBy>Delyth</cp:lastModifiedBy>
  <cp:revision>2</cp:revision>
  <cp:lastPrinted>2013-07-08T05:14:00Z</cp:lastPrinted>
  <dcterms:created xsi:type="dcterms:W3CDTF">2013-08-09T05:24:00Z</dcterms:created>
  <dcterms:modified xsi:type="dcterms:W3CDTF">2013-08-09T05:24:00Z</dcterms:modified>
</cp:coreProperties>
</file>